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05E88" w14:textId="67FCF40C" w:rsidR="00210CF7" w:rsidRPr="00F72A93" w:rsidRDefault="0068264F" w:rsidP="0068264F">
      <w:pPr>
        <w:tabs>
          <w:tab w:val="left" w:pos="12780"/>
          <w:tab w:val="right" w:pos="14652"/>
        </w:tabs>
        <w:ind w:right="-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210CF7" w:rsidRPr="00F72A93">
        <w:rPr>
          <w:rFonts w:ascii="Arial" w:hAnsi="Arial" w:cs="Arial"/>
          <w:sz w:val="18"/>
          <w:szCs w:val="18"/>
        </w:rPr>
        <w:t xml:space="preserve">Приложение </w:t>
      </w:r>
      <w:r w:rsidR="00D93E02">
        <w:rPr>
          <w:rFonts w:ascii="Arial" w:hAnsi="Arial" w:cs="Arial"/>
          <w:sz w:val="18"/>
          <w:szCs w:val="18"/>
        </w:rPr>
        <w:t>5</w:t>
      </w:r>
    </w:p>
    <w:p w14:paraId="58576AAF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</w:t>
      </w:r>
    </w:p>
    <w:p w14:paraId="2CA4AF44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к решению Думы </w:t>
      </w:r>
    </w:p>
    <w:p w14:paraId="44E48890" w14:textId="77777777" w:rsidR="00210CF7" w:rsidRPr="00F72A93" w:rsidRDefault="00210CF7" w:rsidP="001838A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 Краснополянского сельского поселения</w:t>
      </w:r>
    </w:p>
    <w:p w14:paraId="393F0BCF" w14:textId="65FC519E" w:rsidR="0020535A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 xml:space="preserve">№ </w:t>
      </w:r>
      <w:r w:rsidR="002B1CBF">
        <w:rPr>
          <w:rFonts w:ascii="Arial" w:hAnsi="Arial" w:cs="Arial"/>
          <w:sz w:val="18"/>
          <w:szCs w:val="18"/>
        </w:rPr>
        <w:t>64</w:t>
      </w:r>
      <w:r w:rsidRPr="0066004F">
        <w:rPr>
          <w:rFonts w:ascii="Arial" w:hAnsi="Arial" w:cs="Arial"/>
          <w:sz w:val="18"/>
          <w:szCs w:val="18"/>
        </w:rPr>
        <w:t xml:space="preserve"> от </w:t>
      </w:r>
      <w:r w:rsidR="002B1CBF">
        <w:rPr>
          <w:rFonts w:ascii="Arial" w:hAnsi="Arial" w:cs="Arial"/>
          <w:sz w:val="18"/>
          <w:szCs w:val="18"/>
        </w:rPr>
        <w:t>21</w:t>
      </w:r>
      <w:r w:rsidR="009E4C72" w:rsidRPr="00B1541A">
        <w:rPr>
          <w:rFonts w:ascii="Arial" w:hAnsi="Arial" w:cs="Arial"/>
          <w:sz w:val="18"/>
          <w:szCs w:val="18"/>
        </w:rPr>
        <w:t xml:space="preserve"> декабря 20</w:t>
      </w:r>
      <w:r w:rsidR="00DC499C" w:rsidRPr="00DC499C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3</w:t>
      </w:r>
      <w:r w:rsidRPr="00F72A93">
        <w:rPr>
          <w:rFonts w:ascii="Arial" w:hAnsi="Arial" w:cs="Arial"/>
          <w:sz w:val="18"/>
          <w:szCs w:val="18"/>
        </w:rPr>
        <w:t xml:space="preserve"> года </w:t>
      </w:r>
    </w:p>
    <w:p w14:paraId="5A550CA0" w14:textId="1CD647B3" w:rsidR="00210CF7" w:rsidRDefault="00210CF7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 w:rsidRPr="00F72A93">
        <w:rPr>
          <w:rFonts w:ascii="Arial" w:hAnsi="Arial" w:cs="Arial"/>
          <w:sz w:val="18"/>
          <w:szCs w:val="18"/>
        </w:rPr>
        <w:t>«О бюджете Краснополянско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сельско</w:t>
      </w:r>
      <w:r w:rsidR="0020535A">
        <w:rPr>
          <w:rFonts w:ascii="Arial" w:hAnsi="Arial" w:cs="Arial"/>
          <w:sz w:val="18"/>
          <w:szCs w:val="18"/>
        </w:rPr>
        <w:t>го</w:t>
      </w:r>
      <w:r w:rsidRPr="00F72A93">
        <w:rPr>
          <w:rFonts w:ascii="Arial" w:hAnsi="Arial" w:cs="Arial"/>
          <w:sz w:val="18"/>
          <w:szCs w:val="18"/>
        </w:rPr>
        <w:t xml:space="preserve"> поселен</w:t>
      </w:r>
      <w:r w:rsidR="0020535A">
        <w:rPr>
          <w:rFonts w:ascii="Arial" w:hAnsi="Arial" w:cs="Arial"/>
          <w:sz w:val="18"/>
          <w:szCs w:val="18"/>
        </w:rPr>
        <w:t>ия</w:t>
      </w:r>
    </w:p>
    <w:p w14:paraId="63897145" w14:textId="1A023903" w:rsidR="003A6C85" w:rsidRPr="00F72A93" w:rsidRDefault="003A6C85" w:rsidP="0020535A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Байкаловского муниципального района Свердловской</w:t>
      </w:r>
      <w:r w:rsidR="00D93E02">
        <w:rPr>
          <w:rFonts w:ascii="Arial" w:hAnsi="Arial" w:cs="Arial"/>
          <w:sz w:val="18"/>
          <w:szCs w:val="18"/>
        </w:rPr>
        <w:t xml:space="preserve"> области</w:t>
      </w:r>
    </w:p>
    <w:p w14:paraId="0BD22E8B" w14:textId="36596CF1" w:rsidR="00210CF7" w:rsidRPr="00F72A93" w:rsidRDefault="009E4C72" w:rsidP="00FF2ED0">
      <w:pPr>
        <w:ind w:right="-82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на 20</w:t>
      </w:r>
      <w:r w:rsidR="002D2673">
        <w:rPr>
          <w:rFonts w:ascii="Arial" w:hAnsi="Arial" w:cs="Arial"/>
          <w:sz w:val="18"/>
          <w:szCs w:val="18"/>
        </w:rPr>
        <w:t>2</w:t>
      </w:r>
      <w:r w:rsidR="00C23384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год и плановый период 202</w:t>
      </w:r>
      <w:r w:rsidR="00C23384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и 202</w:t>
      </w:r>
      <w:r w:rsidR="00C23384">
        <w:rPr>
          <w:rFonts w:ascii="Arial" w:hAnsi="Arial" w:cs="Arial"/>
          <w:sz w:val="18"/>
          <w:szCs w:val="18"/>
        </w:rPr>
        <w:t>6</w:t>
      </w:r>
      <w:r w:rsidR="00210CF7" w:rsidRPr="00F72A93">
        <w:rPr>
          <w:rFonts w:ascii="Arial" w:hAnsi="Arial" w:cs="Arial"/>
          <w:sz w:val="18"/>
          <w:szCs w:val="18"/>
        </w:rPr>
        <w:t xml:space="preserve"> годов»</w:t>
      </w:r>
    </w:p>
    <w:p w14:paraId="19504ADD" w14:textId="79BFF148" w:rsidR="00210CF7" w:rsidRPr="004046E1" w:rsidRDefault="00210CF7" w:rsidP="001838AA">
      <w:pPr>
        <w:pStyle w:val="7"/>
        <w:jc w:val="center"/>
        <w:rPr>
          <w:rFonts w:ascii="Arial" w:hAnsi="Arial" w:cs="Arial"/>
          <w:b/>
          <w:bCs/>
          <w:sz w:val="28"/>
          <w:szCs w:val="28"/>
        </w:rPr>
      </w:pPr>
      <w:r w:rsidRPr="004046E1">
        <w:rPr>
          <w:rFonts w:ascii="Arial" w:hAnsi="Arial" w:cs="Arial"/>
          <w:b/>
          <w:bCs/>
          <w:sz w:val="28"/>
          <w:szCs w:val="28"/>
        </w:rPr>
        <w:t xml:space="preserve">Перечень муниципальных программ, 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>подлежащих реализации в 20</w:t>
      </w:r>
      <w:r w:rsidR="002D2673" w:rsidRPr="004046E1">
        <w:rPr>
          <w:rFonts w:ascii="Arial" w:hAnsi="Arial" w:cs="Arial"/>
          <w:b/>
          <w:bCs/>
          <w:sz w:val="28"/>
          <w:szCs w:val="28"/>
        </w:rPr>
        <w:t>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4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году и плановом периоде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5</w:t>
      </w:r>
      <w:r w:rsidR="009E4C72" w:rsidRPr="004046E1">
        <w:rPr>
          <w:rFonts w:ascii="Arial" w:hAnsi="Arial" w:cs="Arial"/>
          <w:b/>
          <w:bCs/>
          <w:sz w:val="28"/>
          <w:szCs w:val="28"/>
        </w:rPr>
        <w:t xml:space="preserve"> и 202</w:t>
      </w:r>
      <w:r w:rsidR="00C23384" w:rsidRPr="004046E1">
        <w:rPr>
          <w:rFonts w:ascii="Arial" w:hAnsi="Arial" w:cs="Arial"/>
          <w:b/>
          <w:bCs/>
          <w:sz w:val="28"/>
          <w:szCs w:val="28"/>
        </w:rPr>
        <w:t>6</w:t>
      </w:r>
      <w:r w:rsidRPr="004046E1">
        <w:rPr>
          <w:rFonts w:ascii="Arial" w:hAnsi="Arial" w:cs="Arial"/>
          <w:b/>
          <w:bCs/>
          <w:sz w:val="28"/>
          <w:szCs w:val="28"/>
        </w:rPr>
        <w:t xml:space="preserve"> год</w:t>
      </w:r>
      <w:r w:rsidR="00260EED" w:rsidRPr="004046E1">
        <w:rPr>
          <w:rFonts w:ascii="Arial" w:hAnsi="Arial" w:cs="Arial"/>
          <w:b/>
          <w:bCs/>
          <w:sz w:val="28"/>
          <w:szCs w:val="28"/>
        </w:rPr>
        <w:t>ов</w:t>
      </w:r>
    </w:p>
    <w:p w14:paraId="3854B4E3" w14:textId="77777777" w:rsidR="00210CF7" w:rsidRPr="004046E1" w:rsidRDefault="00210CF7" w:rsidP="001838AA"/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267"/>
        <w:gridCol w:w="1843"/>
        <w:gridCol w:w="2268"/>
        <w:gridCol w:w="2126"/>
        <w:gridCol w:w="1843"/>
      </w:tblGrid>
      <w:tr w:rsidR="004046E1" w:rsidRPr="004046E1" w14:paraId="6AF3B27E" w14:textId="77777777">
        <w:tc>
          <w:tcPr>
            <w:tcW w:w="468" w:type="dxa"/>
            <w:vMerge w:val="restart"/>
          </w:tcPr>
          <w:p w14:paraId="24AC2F93" w14:textId="77777777" w:rsidR="00210CF7" w:rsidRPr="004046E1" w:rsidRDefault="00210CF7" w:rsidP="008437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№ пп</w:t>
            </w:r>
          </w:p>
        </w:tc>
        <w:tc>
          <w:tcPr>
            <w:tcW w:w="6267" w:type="dxa"/>
            <w:vMerge w:val="restart"/>
          </w:tcPr>
          <w:p w14:paraId="7CA9DC56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Показатели</w:t>
            </w:r>
          </w:p>
          <w:p w14:paraId="1B76C974" w14:textId="77777777" w:rsidR="00210CF7" w:rsidRPr="004046E1" w:rsidRDefault="00210CF7" w:rsidP="00D4078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371B2482" w14:textId="77777777" w:rsidR="00210CF7" w:rsidRPr="004046E1" w:rsidRDefault="00210CF7" w:rsidP="00444A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6237" w:type="dxa"/>
            <w:gridSpan w:val="3"/>
          </w:tcPr>
          <w:p w14:paraId="27546000" w14:textId="053175A7" w:rsidR="00210CF7" w:rsidRPr="004046E1" w:rsidRDefault="00210CF7" w:rsidP="007424E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Сумма тыс.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046E1">
              <w:rPr>
                <w:rFonts w:ascii="Arial" w:hAnsi="Arial" w:cs="Arial"/>
                <w:b/>
                <w:sz w:val="18"/>
                <w:szCs w:val="18"/>
              </w:rPr>
              <w:t>руб</w:t>
            </w:r>
            <w:r w:rsidR="009C6577" w:rsidRPr="004046E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046E1" w:rsidRPr="004046E1" w14:paraId="74C79293" w14:textId="77777777">
        <w:tc>
          <w:tcPr>
            <w:tcW w:w="468" w:type="dxa"/>
            <w:vMerge/>
          </w:tcPr>
          <w:p w14:paraId="22138B74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67" w:type="dxa"/>
            <w:vMerge/>
          </w:tcPr>
          <w:p w14:paraId="62D9A86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531E20ED" w14:textId="77777777" w:rsidR="00210CF7" w:rsidRPr="004046E1" w:rsidRDefault="00210CF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45E21610" w14:textId="42AE8E9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2D2673"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</w:tcPr>
          <w:p w14:paraId="0D754838" w14:textId="4BAA49A2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г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од</w:t>
            </w:r>
          </w:p>
        </w:tc>
        <w:tc>
          <w:tcPr>
            <w:tcW w:w="1843" w:type="dxa"/>
          </w:tcPr>
          <w:p w14:paraId="67604F1A" w14:textId="114FD0BC" w:rsidR="00210CF7" w:rsidRPr="004046E1" w:rsidRDefault="006B7120" w:rsidP="00587C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C23384"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C499C" w:rsidRPr="004046E1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="00210CF7" w:rsidRPr="004046E1">
              <w:rPr>
                <w:rFonts w:ascii="Arial" w:hAnsi="Arial" w:cs="Arial"/>
                <w:b/>
                <w:sz w:val="18"/>
                <w:szCs w:val="18"/>
              </w:rPr>
              <w:t>год</w:t>
            </w:r>
          </w:p>
        </w:tc>
      </w:tr>
      <w:tr w:rsidR="004046E1" w:rsidRPr="004046E1" w14:paraId="77DB7928" w14:textId="77777777">
        <w:tc>
          <w:tcPr>
            <w:tcW w:w="468" w:type="dxa"/>
          </w:tcPr>
          <w:p w14:paraId="274F1474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1FD07425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B04664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12D4FD3A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2126" w:type="dxa"/>
          </w:tcPr>
          <w:p w14:paraId="10035378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6AA5DB50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4046E1" w:rsidRPr="004046E1" w14:paraId="7904AE7F" w14:textId="77777777">
        <w:tc>
          <w:tcPr>
            <w:tcW w:w="468" w:type="dxa"/>
          </w:tcPr>
          <w:p w14:paraId="39C3DF5B" w14:textId="77777777" w:rsidR="00210CF7" w:rsidRPr="004046E1" w:rsidRDefault="00210CF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6267" w:type="dxa"/>
          </w:tcPr>
          <w:p w14:paraId="2A5C6839" w14:textId="2C3D2E8C" w:rsidR="00210CF7" w:rsidRPr="004046E1" w:rsidRDefault="00210CF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Муниципальная программа «Социально-экономическое развитие Краснополянского с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ельского поселения» на 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  <w:r w:rsidR="00A67691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-20</w:t>
            </w:r>
            <w:r w:rsidR="0073528A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годы</w:t>
            </w:r>
          </w:p>
        </w:tc>
        <w:tc>
          <w:tcPr>
            <w:tcW w:w="1843" w:type="dxa"/>
          </w:tcPr>
          <w:p w14:paraId="36171518" w14:textId="77777777" w:rsidR="00210CF7" w:rsidRPr="004046E1" w:rsidRDefault="00E236BA" w:rsidP="00E236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06000</w:t>
            </w:r>
            <w:r w:rsidR="00210CF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E911103" w14:textId="780C6672" w:rsidR="00FB05F3" w:rsidRPr="002B1CBF" w:rsidRDefault="0068264F" w:rsidP="000253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1CB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41B51">
              <w:rPr>
                <w:rFonts w:ascii="Arial" w:hAnsi="Arial" w:cs="Arial"/>
                <w:b/>
                <w:bCs/>
                <w:sz w:val="18"/>
                <w:szCs w:val="18"/>
              </w:rPr>
              <w:t>20 483,6</w:t>
            </w:r>
          </w:p>
        </w:tc>
        <w:tc>
          <w:tcPr>
            <w:tcW w:w="2126" w:type="dxa"/>
          </w:tcPr>
          <w:p w14:paraId="0E466B06" w14:textId="019ED947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E846ADE" w14:textId="3ED7985F" w:rsidR="00210CF7" w:rsidRPr="004046E1" w:rsidRDefault="0068264F" w:rsidP="00FC49D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  <w:tr w:rsidR="00210CF7" w14:paraId="7D46C774" w14:textId="77777777">
        <w:tc>
          <w:tcPr>
            <w:tcW w:w="468" w:type="dxa"/>
          </w:tcPr>
          <w:p w14:paraId="43A734E6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00A531A7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«Обеспечение безопасности жизнедеятельности населения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5C6E7BD4" w14:textId="77777777" w:rsidR="00210CF7" w:rsidRPr="00703D7B" w:rsidRDefault="00E236BA" w:rsidP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06100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5915BA5" w14:textId="22FA1C18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1 282,2</w:t>
            </w:r>
          </w:p>
        </w:tc>
        <w:tc>
          <w:tcPr>
            <w:tcW w:w="2126" w:type="dxa"/>
          </w:tcPr>
          <w:p w14:paraId="04758FE7" w14:textId="63CDC78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  <w:tc>
          <w:tcPr>
            <w:tcW w:w="1843" w:type="dxa"/>
          </w:tcPr>
          <w:p w14:paraId="2D1E44EB" w14:textId="6B15A34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897,1</w:t>
            </w:r>
          </w:p>
        </w:tc>
      </w:tr>
      <w:tr w:rsidR="00210CF7" w14:paraId="04704888" w14:textId="77777777">
        <w:tc>
          <w:tcPr>
            <w:tcW w:w="468" w:type="dxa"/>
          </w:tcPr>
          <w:p w14:paraId="1F5EB669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267" w:type="dxa"/>
          </w:tcPr>
          <w:p w14:paraId="0F88AAFF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«Развитие транспорта и дорожного хозяйства на территории Краснополянского сельского поселения» </w:t>
            </w:r>
          </w:p>
        </w:tc>
        <w:tc>
          <w:tcPr>
            <w:tcW w:w="1843" w:type="dxa"/>
          </w:tcPr>
          <w:p w14:paraId="0914ABBE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06200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90D46DA" w14:textId="39EA6022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2</w:t>
            </w:r>
            <w:r w:rsidR="00BA71C7" w:rsidRPr="002B1CBF"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 </w:t>
            </w:r>
            <w:r w:rsidR="0095157C" w:rsidRPr="002B1CBF">
              <w:rPr>
                <w:rFonts w:ascii="Arial" w:hAnsi="Arial" w:cs="Arial"/>
                <w:sz w:val="18"/>
                <w:szCs w:val="18"/>
              </w:rPr>
              <w:t>79</w:t>
            </w:r>
            <w:r w:rsidR="008D440D">
              <w:rPr>
                <w:rFonts w:ascii="Arial" w:hAnsi="Arial" w:cs="Arial"/>
                <w:sz w:val="18"/>
                <w:szCs w:val="18"/>
              </w:rPr>
              <w:t>5,6</w:t>
            </w:r>
          </w:p>
        </w:tc>
        <w:tc>
          <w:tcPr>
            <w:tcW w:w="2126" w:type="dxa"/>
          </w:tcPr>
          <w:p w14:paraId="0D640732" w14:textId="7A163A44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BA71C7">
              <w:rPr>
                <w:rFonts w:ascii="Arial" w:hAnsi="Arial" w:cs="Arial"/>
                <w:sz w:val="18"/>
                <w:szCs w:val="18"/>
              </w:rPr>
              <w:t>1 985,3</w:t>
            </w:r>
          </w:p>
        </w:tc>
        <w:tc>
          <w:tcPr>
            <w:tcW w:w="1843" w:type="dxa"/>
          </w:tcPr>
          <w:p w14:paraId="5174AF27" w14:textId="66899816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9 430,8</w:t>
            </w:r>
          </w:p>
        </w:tc>
      </w:tr>
      <w:tr w:rsidR="00210CF7" w14:paraId="7AA443E6" w14:textId="77777777">
        <w:tc>
          <w:tcPr>
            <w:tcW w:w="468" w:type="dxa"/>
          </w:tcPr>
          <w:p w14:paraId="629B495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267" w:type="dxa"/>
          </w:tcPr>
          <w:p w14:paraId="7A58A64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«Повышение эффективности управления муниципальной собственностью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F0DE2C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06300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64F6E984" w14:textId="67010275" w:rsidR="00210CF7" w:rsidRPr="00C41B51" w:rsidRDefault="00C41B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932</w:t>
            </w:r>
            <w:r>
              <w:rPr>
                <w:rFonts w:ascii="Arial" w:hAnsi="Arial" w:cs="Arial"/>
                <w:sz w:val="18"/>
                <w:szCs w:val="18"/>
              </w:rPr>
              <w:t>,8</w:t>
            </w:r>
          </w:p>
          <w:p w14:paraId="7487FDBF" w14:textId="62A086A1" w:rsidR="006527AF" w:rsidRPr="002B1CBF" w:rsidRDefault="006527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01E7855" w14:textId="3C458CE0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242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4BFB16BE" w14:textId="380A47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1 492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00AD69C0" w14:textId="77777777">
        <w:tc>
          <w:tcPr>
            <w:tcW w:w="468" w:type="dxa"/>
          </w:tcPr>
          <w:p w14:paraId="0ACDB655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267" w:type="dxa"/>
          </w:tcPr>
          <w:p w14:paraId="10D8A463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и поддержка малого и среднего предпринимательства, в том числе в сфере агропромышленного комплекса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22724B5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06400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12B81D2E" w14:textId="40BC8889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2126" w:type="dxa"/>
          </w:tcPr>
          <w:p w14:paraId="3C4436FE" w14:textId="182BE67C" w:rsidR="00210CF7" w:rsidRPr="002A1D3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2A1D3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843" w:type="dxa"/>
          </w:tcPr>
          <w:p w14:paraId="1FFE7A7A" w14:textId="1CA57DCD" w:rsidR="00210CF7" w:rsidRPr="00703D7B" w:rsidRDefault="00C23384" w:rsidP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="007B560B" w:rsidRPr="00703D7B">
              <w:rPr>
                <w:rFonts w:ascii="Arial" w:hAnsi="Arial" w:cs="Arial"/>
                <w:sz w:val="18"/>
                <w:szCs w:val="18"/>
              </w:rPr>
              <w:t>,0</w:t>
            </w:r>
          </w:p>
        </w:tc>
      </w:tr>
      <w:tr w:rsidR="00210CF7" w14:paraId="154E65A8" w14:textId="77777777">
        <w:tc>
          <w:tcPr>
            <w:tcW w:w="468" w:type="dxa"/>
          </w:tcPr>
          <w:p w14:paraId="17BE8C8C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267" w:type="dxa"/>
          </w:tcPr>
          <w:p w14:paraId="04228745" w14:textId="03F97891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жилищно-коммунального хозяйства и повышение энергетической эффективности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BAC07B8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06500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51B0EF07" w14:textId="0CFDBCA0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41B51">
              <w:rPr>
                <w:rFonts w:ascii="Arial" w:hAnsi="Arial" w:cs="Arial"/>
                <w:sz w:val="18"/>
                <w:szCs w:val="18"/>
              </w:rPr>
              <w:t>3 198,7</w:t>
            </w:r>
          </w:p>
        </w:tc>
        <w:tc>
          <w:tcPr>
            <w:tcW w:w="2126" w:type="dxa"/>
          </w:tcPr>
          <w:p w14:paraId="0BCEC526" w14:textId="65AC4366" w:rsidR="00210CF7" w:rsidRPr="002A1D3B" w:rsidRDefault="00B023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1D3B"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5 468,0</w:t>
            </w:r>
          </w:p>
        </w:tc>
        <w:tc>
          <w:tcPr>
            <w:tcW w:w="1843" w:type="dxa"/>
          </w:tcPr>
          <w:p w14:paraId="166E01F9" w14:textId="0EF6A09C" w:rsidR="00210CF7" w:rsidRPr="00703D7B" w:rsidRDefault="00C23384" w:rsidP="00161C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BA71C7">
              <w:rPr>
                <w:rFonts w:ascii="Arial" w:hAnsi="Arial" w:cs="Arial"/>
                <w:sz w:val="18"/>
                <w:szCs w:val="18"/>
              </w:rPr>
              <w:t>1 349,2</w:t>
            </w:r>
          </w:p>
        </w:tc>
      </w:tr>
      <w:tr w:rsidR="00210CF7" w14:paraId="00A3702C" w14:textId="77777777">
        <w:tc>
          <w:tcPr>
            <w:tcW w:w="468" w:type="dxa"/>
          </w:tcPr>
          <w:p w14:paraId="7B9E9A58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6267" w:type="dxa"/>
          </w:tcPr>
          <w:p w14:paraId="0E942AA4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культуры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6534950A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06600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D469B11" w14:textId="129E9DA8" w:rsidR="00210CF7" w:rsidRPr="002B1CBF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41B51">
              <w:rPr>
                <w:rFonts w:ascii="Arial" w:hAnsi="Arial" w:cs="Arial"/>
                <w:sz w:val="18"/>
                <w:szCs w:val="18"/>
              </w:rPr>
              <w:t>2 650,7</w:t>
            </w:r>
          </w:p>
        </w:tc>
        <w:tc>
          <w:tcPr>
            <w:tcW w:w="2126" w:type="dxa"/>
          </w:tcPr>
          <w:p w14:paraId="08B7AD60" w14:textId="39BBBB7A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31 584,9</w:t>
            </w:r>
          </w:p>
        </w:tc>
        <w:tc>
          <w:tcPr>
            <w:tcW w:w="1843" w:type="dxa"/>
          </w:tcPr>
          <w:p w14:paraId="0982F952" w14:textId="660F506B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33 605,6</w:t>
            </w:r>
          </w:p>
        </w:tc>
      </w:tr>
      <w:tr w:rsidR="00210CF7" w14:paraId="21573237" w14:textId="77777777">
        <w:tc>
          <w:tcPr>
            <w:tcW w:w="468" w:type="dxa"/>
          </w:tcPr>
          <w:p w14:paraId="1912F00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6267" w:type="dxa"/>
          </w:tcPr>
          <w:p w14:paraId="068DE355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«Социальная политика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0C56DCC1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06700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7B5FA207" w14:textId="55251AA6" w:rsidR="00210CF7" w:rsidRPr="002B1CBF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1CBF">
              <w:rPr>
                <w:rFonts w:ascii="Arial" w:hAnsi="Arial" w:cs="Arial"/>
                <w:sz w:val="18"/>
                <w:szCs w:val="18"/>
              </w:rPr>
              <w:t>1</w:t>
            </w:r>
            <w:r w:rsidR="00C41B51">
              <w:rPr>
                <w:rFonts w:ascii="Arial" w:hAnsi="Arial" w:cs="Arial"/>
                <w:sz w:val="18"/>
                <w:szCs w:val="18"/>
              </w:rPr>
              <w:t> </w:t>
            </w:r>
            <w:r w:rsidR="0095157C" w:rsidRPr="002B1CBF">
              <w:rPr>
                <w:rFonts w:ascii="Arial" w:hAnsi="Arial" w:cs="Arial"/>
                <w:sz w:val="18"/>
                <w:szCs w:val="18"/>
              </w:rPr>
              <w:t>5</w:t>
            </w:r>
            <w:r w:rsidR="00C41B51"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2126" w:type="dxa"/>
          </w:tcPr>
          <w:p w14:paraId="1ED7DACC" w14:textId="437FFEF3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1 244,1</w:t>
            </w:r>
          </w:p>
        </w:tc>
        <w:tc>
          <w:tcPr>
            <w:tcW w:w="1843" w:type="dxa"/>
          </w:tcPr>
          <w:p w14:paraId="3D1C6AE2" w14:textId="74B5A93D" w:rsidR="002D2673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1 266,3</w:t>
            </w:r>
          </w:p>
          <w:p w14:paraId="59F183B9" w14:textId="0D8B893C" w:rsidR="007B560B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10CF7" w14:paraId="69B10573" w14:textId="77777777">
        <w:tc>
          <w:tcPr>
            <w:tcW w:w="468" w:type="dxa"/>
          </w:tcPr>
          <w:p w14:paraId="292E31F0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6267" w:type="dxa"/>
          </w:tcPr>
          <w:p w14:paraId="6C3E8260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«Развитие физической культуры и спорта на территории Краснополянского сельского поселения»</w:t>
            </w:r>
          </w:p>
        </w:tc>
        <w:tc>
          <w:tcPr>
            <w:tcW w:w="1843" w:type="dxa"/>
          </w:tcPr>
          <w:p w14:paraId="351C93F0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06800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46429CB" w14:textId="08E00BF6" w:rsidR="00210CF7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2 156,1</w:t>
            </w:r>
          </w:p>
        </w:tc>
        <w:tc>
          <w:tcPr>
            <w:tcW w:w="2126" w:type="dxa"/>
          </w:tcPr>
          <w:p w14:paraId="7DD81E24" w14:textId="7A907E28" w:rsidR="009E4C72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413,3</w:t>
            </w:r>
          </w:p>
        </w:tc>
        <w:tc>
          <w:tcPr>
            <w:tcW w:w="1843" w:type="dxa"/>
          </w:tcPr>
          <w:p w14:paraId="67094536" w14:textId="5D5BE286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 433,6</w:t>
            </w:r>
          </w:p>
        </w:tc>
      </w:tr>
      <w:tr w:rsidR="00210CF7" w14:paraId="572A80ED" w14:textId="77777777">
        <w:tc>
          <w:tcPr>
            <w:tcW w:w="468" w:type="dxa"/>
          </w:tcPr>
          <w:p w14:paraId="472B0F01" w14:textId="77777777" w:rsidR="00210CF7" w:rsidRPr="00F72A93" w:rsidRDefault="00210C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A9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6267" w:type="dxa"/>
          </w:tcPr>
          <w:p w14:paraId="59EB675D" w14:textId="77777777" w:rsidR="00210CF7" w:rsidRPr="00703D7B" w:rsidRDefault="00210C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Подпрограмма «Обеспечение реализации муниципальной программы «Социально-экономическое развитие Краснополянского сельского поселения»</w:t>
            </w:r>
          </w:p>
        </w:tc>
        <w:tc>
          <w:tcPr>
            <w:tcW w:w="1843" w:type="dxa"/>
          </w:tcPr>
          <w:p w14:paraId="36E937FF" w14:textId="77777777" w:rsidR="00210CF7" w:rsidRPr="00703D7B" w:rsidRDefault="00E236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06900</w:t>
            </w:r>
            <w:r w:rsidR="00210CF7" w:rsidRPr="00703D7B">
              <w:rPr>
                <w:rFonts w:ascii="Arial" w:hAnsi="Arial" w:cs="Arial"/>
                <w:sz w:val="18"/>
                <w:szCs w:val="18"/>
              </w:rPr>
              <w:t>00000</w:t>
            </w:r>
          </w:p>
        </w:tc>
        <w:tc>
          <w:tcPr>
            <w:tcW w:w="2268" w:type="dxa"/>
          </w:tcPr>
          <w:p w14:paraId="2C1609FB" w14:textId="1A0F330C" w:rsidR="00210CF7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5</w:t>
            </w:r>
            <w:r w:rsidR="00C41B51">
              <w:rPr>
                <w:rFonts w:ascii="Arial" w:hAnsi="Arial" w:cs="Arial"/>
                <w:sz w:val="18"/>
                <w:szCs w:val="18"/>
              </w:rPr>
              <w:t> 680,2</w:t>
            </w:r>
          </w:p>
        </w:tc>
        <w:tc>
          <w:tcPr>
            <w:tcW w:w="2126" w:type="dxa"/>
          </w:tcPr>
          <w:p w14:paraId="64899B94" w14:textId="560B28AF" w:rsidR="00210CF7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13 444,</w:t>
            </w:r>
            <w:r w:rsidR="00BA71C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E225BDA" w14:textId="5E47D175" w:rsidR="00210CF7" w:rsidRPr="00703D7B" w:rsidRDefault="007B56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1</w:t>
            </w:r>
            <w:r w:rsidR="00C23384">
              <w:rPr>
                <w:rFonts w:ascii="Arial" w:hAnsi="Arial" w:cs="Arial"/>
                <w:sz w:val="18"/>
                <w:szCs w:val="18"/>
              </w:rPr>
              <w:t>3</w:t>
            </w:r>
            <w:r w:rsidR="00BA71C7">
              <w:rPr>
                <w:rFonts w:ascii="Arial" w:hAnsi="Arial" w:cs="Arial"/>
                <w:sz w:val="18"/>
                <w:szCs w:val="18"/>
              </w:rPr>
              <w:t> </w:t>
            </w:r>
            <w:r w:rsidR="00C23384">
              <w:rPr>
                <w:rFonts w:ascii="Arial" w:hAnsi="Arial" w:cs="Arial"/>
                <w:sz w:val="18"/>
                <w:szCs w:val="18"/>
              </w:rPr>
              <w:t>91</w:t>
            </w:r>
            <w:r w:rsidR="00BA71C7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8D440D" w14:paraId="2F344A39" w14:textId="77777777">
        <w:tc>
          <w:tcPr>
            <w:tcW w:w="468" w:type="dxa"/>
          </w:tcPr>
          <w:p w14:paraId="2270E47E" w14:textId="02DF2BC9" w:rsidR="008D440D" w:rsidRPr="00F72A93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6267" w:type="dxa"/>
          </w:tcPr>
          <w:p w14:paraId="5FFA814D" w14:textId="6E3DE050" w:rsidR="008D440D" w:rsidRPr="00703D7B" w:rsidRDefault="008D44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23384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>
              <w:rPr>
                <w:rFonts w:ascii="Arial" w:hAnsi="Arial" w:cs="Arial"/>
                <w:sz w:val="18"/>
                <w:szCs w:val="18"/>
              </w:rPr>
              <w:t>«</w:t>
            </w:r>
            <w:r w:rsidRPr="00C23384">
              <w:rPr>
                <w:rFonts w:ascii="Arial" w:hAnsi="Arial" w:cs="Arial"/>
                <w:sz w:val="18"/>
                <w:szCs w:val="18"/>
              </w:rPr>
              <w:t xml:space="preserve">Формирование жилищного фонда для переселения граждан из жилых помещений, признанных непригодными для проживания и (или) с высоким уровнем износа и обеспечение малоимущих граждан жилыми помещениями по договорам </w:t>
            </w:r>
            <w:r w:rsidRPr="00C23384">
              <w:rPr>
                <w:rFonts w:ascii="Arial" w:hAnsi="Arial" w:cs="Arial"/>
                <w:sz w:val="18"/>
                <w:szCs w:val="18"/>
              </w:rPr>
              <w:lastRenderedPageBreak/>
              <w:t>социального найма на территории Краснополянского сельского поселения</w:t>
            </w:r>
            <w:r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283F4469" w14:textId="594E4313" w:rsidR="008D440D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06Ж0100000</w:t>
            </w:r>
          </w:p>
        </w:tc>
        <w:tc>
          <w:tcPr>
            <w:tcW w:w="2268" w:type="dxa"/>
          </w:tcPr>
          <w:p w14:paraId="1E303707" w14:textId="4CBACE1C" w:rsidR="008D440D" w:rsidRPr="00703D7B" w:rsidRDefault="008D440D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11 130,0</w:t>
            </w:r>
          </w:p>
        </w:tc>
        <w:tc>
          <w:tcPr>
            <w:tcW w:w="2126" w:type="dxa"/>
          </w:tcPr>
          <w:p w14:paraId="3ABBDAF0" w14:textId="20D6C059" w:rsidR="008D440D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843" w:type="dxa"/>
          </w:tcPr>
          <w:p w14:paraId="53CB0965" w14:textId="145996E7" w:rsidR="008D440D" w:rsidRPr="00703D7B" w:rsidRDefault="008D4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3F0C94" w14:paraId="55DBF417" w14:textId="77777777">
        <w:tc>
          <w:tcPr>
            <w:tcW w:w="468" w:type="dxa"/>
          </w:tcPr>
          <w:p w14:paraId="63F812D7" w14:textId="6DF74521" w:rsidR="003F0C94" w:rsidRPr="00F72A93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D440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267" w:type="dxa"/>
          </w:tcPr>
          <w:p w14:paraId="3EF7AF20" w14:textId="43BED8CE" w:rsidR="003F0C94" w:rsidRPr="00703D7B" w:rsidRDefault="003F0C9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="00C23384">
              <w:rPr>
                <w:rFonts w:ascii="Arial" w:hAnsi="Arial" w:cs="Arial"/>
                <w:sz w:val="18"/>
                <w:szCs w:val="18"/>
              </w:rPr>
              <w:t>«</w:t>
            </w:r>
            <w:r w:rsidRPr="00703D7B">
              <w:rPr>
                <w:rFonts w:ascii="Arial" w:hAnsi="Arial" w:cs="Arial"/>
                <w:sz w:val="18"/>
                <w:szCs w:val="18"/>
              </w:rPr>
              <w:t>Молодежная политика на территории Краснополянского сельского поселения</w:t>
            </w:r>
            <w:r w:rsidR="00C23384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843" w:type="dxa"/>
          </w:tcPr>
          <w:p w14:paraId="3F06437B" w14:textId="6F2C7675" w:rsidR="003F0C94" w:rsidRPr="00703D7B" w:rsidRDefault="003F0C9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06М0000000</w:t>
            </w:r>
          </w:p>
        </w:tc>
        <w:tc>
          <w:tcPr>
            <w:tcW w:w="2268" w:type="dxa"/>
          </w:tcPr>
          <w:p w14:paraId="6E578BE4" w14:textId="6E02B9DD" w:rsidR="003F0C94" w:rsidRPr="00703D7B" w:rsidRDefault="007B560B" w:rsidP="009A5E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3D7B">
              <w:rPr>
                <w:rFonts w:ascii="Arial" w:hAnsi="Arial" w:cs="Arial"/>
                <w:sz w:val="18"/>
                <w:szCs w:val="18"/>
              </w:rPr>
              <w:t>3</w:t>
            </w:r>
            <w:r w:rsidR="00C23384">
              <w:rPr>
                <w:rFonts w:ascii="Arial" w:hAnsi="Arial" w:cs="Arial"/>
                <w:sz w:val="18"/>
                <w:szCs w:val="18"/>
              </w:rPr>
              <w:t>9,3</w:t>
            </w:r>
          </w:p>
        </w:tc>
        <w:tc>
          <w:tcPr>
            <w:tcW w:w="2126" w:type="dxa"/>
          </w:tcPr>
          <w:p w14:paraId="2F9E8B3C" w14:textId="42375020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  <w:tc>
          <w:tcPr>
            <w:tcW w:w="1843" w:type="dxa"/>
          </w:tcPr>
          <w:p w14:paraId="70505BBA" w14:textId="626B9134" w:rsidR="003F0C94" w:rsidRPr="00703D7B" w:rsidRDefault="00C233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39,3</w:t>
            </w:r>
          </w:p>
        </w:tc>
      </w:tr>
      <w:tr w:rsidR="009A5E56" w14:paraId="469293D9" w14:textId="77777777">
        <w:tc>
          <w:tcPr>
            <w:tcW w:w="468" w:type="dxa"/>
          </w:tcPr>
          <w:p w14:paraId="14A0EFEC" w14:textId="77777777" w:rsidR="009A5E56" w:rsidRPr="00F72A93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267" w:type="dxa"/>
          </w:tcPr>
          <w:p w14:paraId="7D20F2D1" w14:textId="77777777" w:rsidR="009A5E56" w:rsidRPr="00703D7B" w:rsidRDefault="009A5E5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843" w:type="dxa"/>
          </w:tcPr>
          <w:p w14:paraId="74104411" w14:textId="77777777" w:rsidR="009A5E56" w:rsidRPr="00703D7B" w:rsidRDefault="009A5E5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3D7B">
              <w:rPr>
                <w:rFonts w:ascii="Arial" w:hAnsi="Arial" w:cs="Arial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2268" w:type="dxa"/>
          </w:tcPr>
          <w:p w14:paraId="2F104207" w14:textId="6C56BBFD" w:rsidR="009A5E56" w:rsidRPr="002B1CBF" w:rsidRDefault="00682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1CB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C41B51">
              <w:rPr>
                <w:rFonts w:ascii="Arial" w:hAnsi="Arial" w:cs="Arial"/>
                <w:b/>
                <w:bCs/>
                <w:sz w:val="18"/>
                <w:szCs w:val="18"/>
              </w:rPr>
              <w:t>20 483,6</w:t>
            </w:r>
          </w:p>
        </w:tc>
        <w:tc>
          <w:tcPr>
            <w:tcW w:w="2126" w:type="dxa"/>
          </w:tcPr>
          <w:p w14:paraId="1DC1D824" w14:textId="63F542CE" w:rsidR="005F0A61" w:rsidRPr="004046E1" w:rsidRDefault="0068264F" w:rsidP="005F0A6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6 338,6</w:t>
            </w:r>
          </w:p>
        </w:tc>
        <w:tc>
          <w:tcPr>
            <w:tcW w:w="1843" w:type="dxa"/>
          </w:tcPr>
          <w:p w14:paraId="308DAF80" w14:textId="4FC017B5" w:rsidR="009A5E56" w:rsidRPr="004046E1" w:rsidRDefault="0068264F" w:rsidP="00A0616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BA71C7" w:rsidRPr="004046E1">
              <w:rPr>
                <w:rFonts w:ascii="Arial" w:hAnsi="Arial" w:cs="Arial"/>
                <w:b/>
                <w:bCs/>
                <w:sz w:val="18"/>
                <w:szCs w:val="18"/>
              </w:rPr>
              <w:t>3 449,9</w:t>
            </w:r>
          </w:p>
        </w:tc>
      </w:tr>
    </w:tbl>
    <w:p w14:paraId="003EB737" w14:textId="77777777" w:rsidR="00210CF7" w:rsidRDefault="00210CF7" w:rsidP="00DA1331"/>
    <w:sectPr w:rsidR="00210CF7" w:rsidSect="000A5241"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0559" w14:textId="77777777" w:rsidR="00174E1C" w:rsidRDefault="00174E1C" w:rsidP="003F0C94">
      <w:r>
        <w:separator/>
      </w:r>
    </w:p>
  </w:endnote>
  <w:endnote w:type="continuationSeparator" w:id="0">
    <w:p w14:paraId="170B6D92" w14:textId="77777777" w:rsidR="00174E1C" w:rsidRDefault="00174E1C" w:rsidP="003F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705F" w14:textId="77777777" w:rsidR="00174E1C" w:rsidRDefault="00174E1C" w:rsidP="003F0C94">
      <w:r>
        <w:separator/>
      </w:r>
    </w:p>
  </w:footnote>
  <w:footnote w:type="continuationSeparator" w:id="0">
    <w:p w14:paraId="036F5762" w14:textId="77777777" w:rsidR="00174E1C" w:rsidRDefault="00174E1C" w:rsidP="003F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8AA"/>
    <w:rsid w:val="00017EA9"/>
    <w:rsid w:val="00021A72"/>
    <w:rsid w:val="000246DB"/>
    <w:rsid w:val="000253D2"/>
    <w:rsid w:val="00047E9A"/>
    <w:rsid w:val="000A5241"/>
    <w:rsid w:val="0011044D"/>
    <w:rsid w:val="00161C7B"/>
    <w:rsid w:val="00174E1C"/>
    <w:rsid w:val="00176BD9"/>
    <w:rsid w:val="001838AA"/>
    <w:rsid w:val="00195194"/>
    <w:rsid w:val="001D7021"/>
    <w:rsid w:val="001E7046"/>
    <w:rsid w:val="001F7857"/>
    <w:rsid w:val="0020535A"/>
    <w:rsid w:val="00210CF7"/>
    <w:rsid w:val="00230F81"/>
    <w:rsid w:val="0024427C"/>
    <w:rsid w:val="002470E5"/>
    <w:rsid w:val="00260EED"/>
    <w:rsid w:val="00267669"/>
    <w:rsid w:val="0027142D"/>
    <w:rsid w:val="002A1D3B"/>
    <w:rsid w:val="002B1CBF"/>
    <w:rsid w:val="002C7FB0"/>
    <w:rsid w:val="002D2673"/>
    <w:rsid w:val="002E67D3"/>
    <w:rsid w:val="002F5B02"/>
    <w:rsid w:val="00300C96"/>
    <w:rsid w:val="00306DA0"/>
    <w:rsid w:val="003157D7"/>
    <w:rsid w:val="003379D5"/>
    <w:rsid w:val="00343D73"/>
    <w:rsid w:val="0034435C"/>
    <w:rsid w:val="003478C5"/>
    <w:rsid w:val="00356E5C"/>
    <w:rsid w:val="00356FA2"/>
    <w:rsid w:val="00370D78"/>
    <w:rsid w:val="003736B6"/>
    <w:rsid w:val="00386620"/>
    <w:rsid w:val="003A6C85"/>
    <w:rsid w:val="003B7C07"/>
    <w:rsid w:val="003C1C67"/>
    <w:rsid w:val="003F0C94"/>
    <w:rsid w:val="004046E1"/>
    <w:rsid w:val="00405DEA"/>
    <w:rsid w:val="00406265"/>
    <w:rsid w:val="0041366A"/>
    <w:rsid w:val="00425D67"/>
    <w:rsid w:val="004264DD"/>
    <w:rsid w:val="00427479"/>
    <w:rsid w:val="00431CF7"/>
    <w:rsid w:val="00444A6C"/>
    <w:rsid w:val="00454629"/>
    <w:rsid w:val="00463B26"/>
    <w:rsid w:val="004921BF"/>
    <w:rsid w:val="00526E6C"/>
    <w:rsid w:val="00555325"/>
    <w:rsid w:val="005802DA"/>
    <w:rsid w:val="00580B40"/>
    <w:rsid w:val="00587C11"/>
    <w:rsid w:val="005A1CB8"/>
    <w:rsid w:val="005B212E"/>
    <w:rsid w:val="005C2191"/>
    <w:rsid w:val="005E00DB"/>
    <w:rsid w:val="005E1707"/>
    <w:rsid w:val="005F0A61"/>
    <w:rsid w:val="005F4DA2"/>
    <w:rsid w:val="00603E9C"/>
    <w:rsid w:val="0060450E"/>
    <w:rsid w:val="00625D0D"/>
    <w:rsid w:val="006315A9"/>
    <w:rsid w:val="006472A9"/>
    <w:rsid w:val="006527AF"/>
    <w:rsid w:val="0066004F"/>
    <w:rsid w:val="0068264F"/>
    <w:rsid w:val="006A0105"/>
    <w:rsid w:val="006B7120"/>
    <w:rsid w:val="006E0383"/>
    <w:rsid w:val="006E4CB4"/>
    <w:rsid w:val="00703D7B"/>
    <w:rsid w:val="0073528A"/>
    <w:rsid w:val="007424E5"/>
    <w:rsid w:val="00754DEA"/>
    <w:rsid w:val="00760C50"/>
    <w:rsid w:val="00770631"/>
    <w:rsid w:val="00777568"/>
    <w:rsid w:val="007B560B"/>
    <w:rsid w:val="007C7621"/>
    <w:rsid w:val="007C7972"/>
    <w:rsid w:val="007D168D"/>
    <w:rsid w:val="007D400B"/>
    <w:rsid w:val="007D6ABC"/>
    <w:rsid w:val="007E7A3B"/>
    <w:rsid w:val="007F7213"/>
    <w:rsid w:val="00812BD6"/>
    <w:rsid w:val="00843761"/>
    <w:rsid w:val="008559BE"/>
    <w:rsid w:val="008A0C36"/>
    <w:rsid w:val="008B4538"/>
    <w:rsid w:val="008D440D"/>
    <w:rsid w:val="009005A5"/>
    <w:rsid w:val="00920268"/>
    <w:rsid w:val="009415AC"/>
    <w:rsid w:val="00950C71"/>
    <w:rsid w:val="0095157C"/>
    <w:rsid w:val="009577D8"/>
    <w:rsid w:val="009969E8"/>
    <w:rsid w:val="009A5E56"/>
    <w:rsid w:val="009C6577"/>
    <w:rsid w:val="009D5300"/>
    <w:rsid w:val="009E4C72"/>
    <w:rsid w:val="00A0616C"/>
    <w:rsid w:val="00A26AE0"/>
    <w:rsid w:val="00A37949"/>
    <w:rsid w:val="00A67691"/>
    <w:rsid w:val="00A73E47"/>
    <w:rsid w:val="00A9296C"/>
    <w:rsid w:val="00AE7CF9"/>
    <w:rsid w:val="00B023C8"/>
    <w:rsid w:val="00B0734A"/>
    <w:rsid w:val="00B1541A"/>
    <w:rsid w:val="00B54799"/>
    <w:rsid w:val="00B67198"/>
    <w:rsid w:val="00BA71C7"/>
    <w:rsid w:val="00BB0C68"/>
    <w:rsid w:val="00BB1E36"/>
    <w:rsid w:val="00BC61A0"/>
    <w:rsid w:val="00BD01AE"/>
    <w:rsid w:val="00BD0F00"/>
    <w:rsid w:val="00BF48CC"/>
    <w:rsid w:val="00BF7718"/>
    <w:rsid w:val="00C23384"/>
    <w:rsid w:val="00C41B51"/>
    <w:rsid w:val="00C562F6"/>
    <w:rsid w:val="00C95634"/>
    <w:rsid w:val="00CB719E"/>
    <w:rsid w:val="00CC2977"/>
    <w:rsid w:val="00D05D9C"/>
    <w:rsid w:val="00D171FF"/>
    <w:rsid w:val="00D372D3"/>
    <w:rsid w:val="00D40788"/>
    <w:rsid w:val="00D93E02"/>
    <w:rsid w:val="00DA1331"/>
    <w:rsid w:val="00DB3EEC"/>
    <w:rsid w:val="00DC2CFC"/>
    <w:rsid w:val="00DC499C"/>
    <w:rsid w:val="00DF3E87"/>
    <w:rsid w:val="00DF7AC9"/>
    <w:rsid w:val="00E0719F"/>
    <w:rsid w:val="00E07DC0"/>
    <w:rsid w:val="00E1302E"/>
    <w:rsid w:val="00E236BA"/>
    <w:rsid w:val="00E309E4"/>
    <w:rsid w:val="00E35321"/>
    <w:rsid w:val="00E66CD3"/>
    <w:rsid w:val="00E9158E"/>
    <w:rsid w:val="00E9282D"/>
    <w:rsid w:val="00EB5E13"/>
    <w:rsid w:val="00ED3F23"/>
    <w:rsid w:val="00EE287A"/>
    <w:rsid w:val="00EF39E8"/>
    <w:rsid w:val="00F053B4"/>
    <w:rsid w:val="00F443A0"/>
    <w:rsid w:val="00F72A93"/>
    <w:rsid w:val="00F77E8C"/>
    <w:rsid w:val="00FB05F3"/>
    <w:rsid w:val="00FB6A41"/>
    <w:rsid w:val="00FC49DE"/>
    <w:rsid w:val="00FF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BE807"/>
  <w15:docId w15:val="{DD4392BB-3E23-48B5-B705-4A1E2E05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6E0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E03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3F0C94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3F0C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3F0C9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69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4742-0160-47A4-8524-524F6C90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370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010bud</dc:creator>
  <cp:keywords/>
  <dc:description/>
  <cp:lastModifiedBy>010b</cp:lastModifiedBy>
  <cp:revision>96</cp:revision>
  <cp:lastPrinted>2022-11-24T03:31:00Z</cp:lastPrinted>
  <dcterms:created xsi:type="dcterms:W3CDTF">2016-11-02T03:35:00Z</dcterms:created>
  <dcterms:modified xsi:type="dcterms:W3CDTF">2024-08-16T05:21:00Z</dcterms:modified>
</cp:coreProperties>
</file>